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0C2108B4" w:rsidR="00525119" w:rsidRDefault="00C06B52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E9577D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080AC43E" wp14:editId="702A02FD">
            <wp:simplePos x="0" y="0"/>
            <wp:positionH relativeFrom="column">
              <wp:posOffset>6106795</wp:posOffset>
            </wp:positionH>
            <wp:positionV relativeFrom="paragraph">
              <wp:posOffset>3920194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1B537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D63807">
        <w:rPr>
          <w:rFonts w:ascii="Segoe Print" w:hAnsi="Segoe Print"/>
          <w:b/>
          <w:sz w:val="24"/>
        </w:rPr>
        <w:t>12.1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NO CALCULATO</w:t>
      </w:r>
      <w:r w:rsidR="00D14B22">
        <w:rPr>
          <w:rFonts w:ascii="Segoe Print" w:hAnsi="Segoe Print"/>
          <w:b/>
          <w:sz w:val="24"/>
        </w:rPr>
        <w:t>R</w:t>
      </w:r>
    </w:p>
    <w:p w14:paraId="7B500545" w14:textId="6495F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20822" w:rsidRPr="00C06B52" w14:paraId="1F0DD5D9" w14:textId="77777777" w:rsidTr="002D25E6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06B52" w:rsidRDefault="00E20822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1</w:t>
            </w:r>
            <w:r w:rsidR="0064471D" w:rsidRPr="00C06B52">
              <w:rPr>
                <w:rFonts w:ascii="Century Gothic" w:hAnsi="Century Gothic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094D08F0" w14:textId="4004E9C3" w:rsidR="00E20822" w:rsidRPr="0098373C" w:rsidRDefault="00884433" w:rsidP="002D25E6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98373C">
              <w:rPr>
                <w:rFonts w:ascii="Century Gothic" w:hAnsi="Century Gothic" w:cs="Tahoma"/>
              </w:rPr>
              <w:t>Share £45 in the ratio 2:3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98373C" w:rsidRDefault="0064471D" w:rsidP="002D25E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98373C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61DC79C3" w14:textId="77777777" w:rsidR="002D25E6" w:rsidRPr="0098373C" w:rsidRDefault="002D25E6" w:rsidP="002D25E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8373C">
              <w:rPr>
                <w:rFonts w:ascii="Century Gothic" w:hAnsi="Century Gothic" w:cs="Tahoma"/>
              </w:rPr>
              <w:t>Expand the brackets:</w:t>
            </w:r>
          </w:p>
          <w:p w14:paraId="623816F6" w14:textId="77777777" w:rsidR="002D25E6" w:rsidRPr="0098373C" w:rsidRDefault="002D25E6" w:rsidP="002D25E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ahoma"/>
                  </w:rPr>
                  <m:t>4(3x-7)</m:t>
                </m:r>
              </m:oMath>
            </m:oMathPara>
          </w:p>
          <w:p w14:paraId="594DF71C" w14:textId="070661B5" w:rsidR="00E20822" w:rsidRPr="0098373C" w:rsidRDefault="00E20822" w:rsidP="002D25E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</w:tr>
      <w:tr w:rsidR="00E20822" w:rsidRPr="00C06B52" w14:paraId="2FAB904D" w14:textId="77777777" w:rsidTr="00436C3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71AB062" w14:textId="77777777" w:rsidR="002D25E6" w:rsidRPr="0098373C" w:rsidRDefault="002D25E6" w:rsidP="002D25E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8373C">
              <w:rPr>
                <w:rFonts w:ascii="Century Gothic" w:hAnsi="Century Gothic" w:cs="Tahoma"/>
              </w:rPr>
              <w:t>Find the probability of getting a 4</w:t>
            </w:r>
          </w:p>
          <w:p w14:paraId="05ED9731" w14:textId="77777777" w:rsidR="002D25E6" w:rsidRPr="0098373C" w:rsidRDefault="002D25E6" w:rsidP="002D25E6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4248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779"/>
              <w:gridCol w:w="780"/>
              <w:gridCol w:w="780"/>
              <w:gridCol w:w="780"/>
            </w:tblGrid>
            <w:tr w:rsidR="002D25E6" w:rsidRPr="0098373C" w14:paraId="3592B19A" w14:textId="77777777" w:rsidTr="00355ED1">
              <w:tc>
                <w:tcPr>
                  <w:tcW w:w="1129" w:type="dxa"/>
                </w:tcPr>
                <w:p w14:paraId="06CDE262" w14:textId="77777777" w:rsidR="002D25E6" w:rsidRPr="0098373C" w:rsidRDefault="002D25E6" w:rsidP="002D25E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779" w:type="dxa"/>
                </w:tcPr>
                <w:p w14:paraId="23728A31" w14:textId="77777777" w:rsidR="002D25E6" w:rsidRPr="0098373C" w:rsidRDefault="002D25E6" w:rsidP="002D25E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80" w:type="dxa"/>
                </w:tcPr>
                <w:p w14:paraId="7C2C434D" w14:textId="77777777" w:rsidR="002D25E6" w:rsidRPr="0098373C" w:rsidRDefault="002D25E6" w:rsidP="002D25E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80" w:type="dxa"/>
                </w:tcPr>
                <w:p w14:paraId="491EE871" w14:textId="77777777" w:rsidR="002D25E6" w:rsidRPr="0098373C" w:rsidRDefault="002D25E6" w:rsidP="002D25E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80" w:type="dxa"/>
                </w:tcPr>
                <w:p w14:paraId="41C8207A" w14:textId="77777777" w:rsidR="002D25E6" w:rsidRPr="0098373C" w:rsidRDefault="002D25E6" w:rsidP="002D25E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2D25E6" w:rsidRPr="0098373C" w14:paraId="6F4C6C1D" w14:textId="77777777" w:rsidTr="00355ED1">
              <w:tc>
                <w:tcPr>
                  <w:tcW w:w="1129" w:type="dxa"/>
                </w:tcPr>
                <w:p w14:paraId="57B42D25" w14:textId="77777777" w:rsidR="002D25E6" w:rsidRPr="0098373C" w:rsidRDefault="002D25E6" w:rsidP="002D25E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98373C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79" w:type="dxa"/>
                </w:tcPr>
                <w:p w14:paraId="3634DA3B" w14:textId="77777777" w:rsidR="002D25E6" w:rsidRPr="0098373C" w:rsidRDefault="002D25E6" w:rsidP="002D25E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0.4</w:t>
                  </w:r>
                </w:p>
              </w:tc>
              <w:tc>
                <w:tcPr>
                  <w:tcW w:w="780" w:type="dxa"/>
                </w:tcPr>
                <w:p w14:paraId="24A4D197" w14:textId="77777777" w:rsidR="002D25E6" w:rsidRPr="0098373C" w:rsidRDefault="002D25E6" w:rsidP="002D25E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0.2</w:t>
                  </w:r>
                </w:p>
              </w:tc>
              <w:tc>
                <w:tcPr>
                  <w:tcW w:w="780" w:type="dxa"/>
                </w:tcPr>
                <w:p w14:paraId="6209649F" w14:textId="77777777" w:rsidR="002D25E6" w:rsidRPr="0098373C" w:rsidRDefault="002D25E6" w:rsidP="002D25E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780" w:type="dxa"/>
                </w:tcPr>
                <w:p w14:paraId="1D660EA4" w14:textId="77777777" w:rsidR="002D25E6" w:rsidRPr="0098373C" w:rsidRDefault="002D25E6" w:rsidP="002D25E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</w:tr>
          </w:tbl>
          <w:p w14:paraId="3845EB95" w14:textId="59254793" w:rsidR="00E20822" w:rsidRPr="0098373C" w:rsidRDefault="00E20822" w:rsidP="002D25E6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98373C" w:rsidRDefault="0064471D" w:rsidP="002D25E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98373C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7088BC5" w14:textId="77777777" w:rsidR="009C2FD3" w:rsidRPr="0098373C" w:rsidRDefault="009C2FD3" w:rsidP="002D25E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8373C">
              <w:rPr>
                <w:rFonts w:ascii="Century Gothic" w:hAnsi="Century Gothic" w:cs="Tahoma"/>
              </w:rPr>
              <w:t xml:space="preserve">What is the perimeter of the shape? </w:t>
            </w:r>
          </w:p>
          <w:p w14:paraId="4FEF7014" w14:textId="5DE6E167" w:rsidR="00E20822" w:rsidRPr="0098373C" w:rsidRDefault="009C2FD3" w:rsidP="002D25E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98373C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7D620847" wp14:editId="34E48028">
                  <wp:extent cx="1582385" cy="97377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10F0F2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728" cy="976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8373C">
              <w:rPr>
                <w:rFonts w:ascii="Century Gothic" w:eastAsiaTheme="minorEastAsia" w:hAnsi="Century Gothic" w:cs="Tahoma"/>
              </w:rPr>
              <w:t>.</w:t>
            </w:r>
          </w:p>
        </w:tc>
      </w:tr>
      <w:tr w:rsidR="00E20822" w:rsidRPr="00C06B52" w14:paraId="44B9DE2A" w14:textId="77777777" w:rsidTr="001279F5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8A50DC1" w14:textId="440BA7FE" w:rsidR="007E2C1A" w:rsidRPr="0098373C" w:rsidRDefault="0098373C" w:rsidP="002D25E6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98373C">
              <w:rPr>
                <w:rFonts w:ascii="Century Gothic" w:hAnsi="Century Gothic" w:cs="Tahoma"/>
                <w:noProof/>
              </w:rPr>
              <w:t>Which method to find the missing length?</w:t>
            </w:r>
          </w:p>
          <w:p w14:paraId="49831498" w14:textId="27D4B87A" w:rsidR="00C06B52" w:rsidRPr="0098373C" w:rsidRDefault="0098373C" w:rsidP="002D25E6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98373C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26B5DA51" wp14:editId="29851F88">
                  <wp:extent cx="1591310" cy="831215"/>
                  <wp:effectExtent l="0" t="0" r="8890" b="69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CCE05" w14:textId="7CBE86F9" w:rsidR="00831D41" w:rsidRDefault="00831D41" w:rsidP="00083325">
      <w:pPr>
        <w:spacing w:after="120"/>
        <w:rPr>
          <w:rFonts w:ascii="Kristen ITC" w:hAnsi="Kristen ITC"/>
          <w:b/>
        </w:rPr>
      </w:pPr>
    </w:p>
    <w:p w14:paraId="344CE81B" w14:textId="77777777" w:rsidR="002D25E6" w:rsidRDefault="002D25E6" w:rsidP="00083325">
      <w:pPr>
        <w:spacing w:after="120"/>
        <w:rPr>
          <w:rFonts w:ascii="Kristen ITC" w:hAnsi="Kristen ITC"/>
          <w:b/>
        </w:rPr>
      </w:pPr>
      <w:bookmarkStart w:id="0" w:name="_GoBack"/>
      <w:bookmarkEnd w:id="0"/>
    </w:p>
    <w:p w14:paraId="01EC27ED" w14:textId="77777777" w:rsidR="002D25E6" w:rsidRDefault="002D25E6" w:rsidP="002D25E6">
      <w:pPr>
        <w:spacing w:after="120"/>
        <w:ind w:firstLine="720"/>
        <w:rPr>
          <w:rFonts w:ascii="Segoe Print" w:hAnsi="Segoe Print"/>
          <w:b/>
          <w:sz w:val="24"/>
        </w:rPr>
      </w:pPr>
      <w:r w:rsidRPr="00E9577D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37543094" wp14:editId="33D875CF">
            <wp:simplePos x="0" y="0"/>
            <wp:positionH relativeFrom="column">
              <wp:posOffset>6106795</wp:posOffset>
            </wp:positionH>
            <wp:positionV relativeFrom="paragraph">
              <wp:posOffset>3920194</wp:posOffset>
            </wp:positionV>
            <wp:extent cx="572135" cy="401320"/>
            <wp:effectExtent l="0" t="0" r="0" b="508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7936" behindDoc="0" locked="0" layoutInCell="1" allowOverlap="1" wp14:anchorId="122C4A16" wp14:editId="4822F73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65" name="Picture 6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6912" behindDoc="0" locked="0" layoutInCell="1" allowOverlap="1" wp14:anchorId="007224C4" wp14:editId="35F9206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66" name="Picture 6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12.1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5BC45815" w14:textId="77777777" w:rsidR="002D25E6" w:rsidRDefault="002D25E6" w:rsidP="002D25E6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2D25E6" w:rsidRPr="00C06B52" w14:paraId="19539BB6" w14:textId="77777777" w:rsidTr="00EA596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1674052F" w14:textId="77777777" w:rsidR="002D25E6" w:rsidRPr="00C06B52" w:rsidRDefault="002D25E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1)</w:t>
            </w:r>
          </w:p>
        </w:tc>
        <w:tc>
          <w:tcPr>
            <w:tcW w:w="4394" w:type="dxa"/>
            <w:tcBorders>
              <w:left w:val="nil"/>
            </w:tcBorders>
          </w:tcPr>
          <w:p w14:paraId="7BF7A799" w14:textId="77777777" w:rsidR="002D25E6" w:rsidRPr="0098373C" w:rsidRDefault="002D25E6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98373C">
              <w:rPr>
                <w:rFonts w:ascii="Century Gothic" w:hAnsi="Century Gothic" w:cs="Tahoma"/>
              </w:rPr>
              <w:t>Share £45 in the ratio 2:3</w:t>
            </w:r>
          </w:p>
        </w:tc>
        <w:tc>
          <w:tcPr>
            <w:tcW w:w="425" w:type="dxa"/>
            <w:tcBorders>
              <w:right w:val="nil"/>
            </w:tcBorders>
          </w:tcPr>
          <w:p w14:paraId="66E59C61" w14:textId="77777777" w:rsidR="002D25E6" w:rsidRPr="0098373C" w:rsidRDefault="002D25E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98373C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11AD2290" w14:textId="77777777" w:rsidR="002D25E6" w:rsidRPr="0098373C" w:rsidRDefault="002D25E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8373C">
              <w:rPr>
                <w:rFonts w:ascii="Century Gothic" w:hAnsi="Century Gothic" w:cs="Tahoma"/>
              </w:rPr>
              <w:t>Expand the brackets:</w:t>
            </w:r>
          </w:p>
          <w:p w14:paraId="3A13A250" w14:textId="77777777" w:rsidR="002D25E6" w:rsidRPr="0098373C" w:rsidRDefault="002D25E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ahoma"/>
                  </w:rPr>
                  <m:t>4(3x-7)</m:t>
                </m:r>
              </m:oMath>
            </m:oMathPara>
          </w:p>
          <w:p w14:paraId="1E46B327" w14:textId="77777777" w:rsidR="002D25E6" w:rsidRPr="0098373C" w:rsidRDefault="002D25E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</w:tr>
      <w:tr w:rsidR="002D25E6" w:rsidRPr="00C06B52" w14:paraId="6F2CB349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78965F7" w14:textId="77777777" w:rsidR="002D25E6" w:rsidRPr="00C06B52" w:rsidRDefault="002D25E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2D198E32" w14:textId="77777777" w:rsidR="002D25E6" w:rsidRPr="0098373C" w:rsidRDefault="002D25E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8373C">
              <w:rPr>
                <w:rFonts w:ascii="Century Gothic" w:hAnsi="Century Gothic" w:cs="Tahoma"/>
              </w:rPr>
              <w:t>Find the probability of getting a 4</w:t>
            </w:r>
          </w:p>
          <w:p w14:paraId="4870E95B" w14:textId="77777777" w:rsidR="002D25E6" w:rsidRPr="0098373C" w:rsidRDefault="002D25E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4248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779"/>
              <w:gridCol w:w="780"/>
              <w:gridCol w:w="780"/>
              <w:gridCol w:w="780"/>
            </w:tblGrid>
            <w:tr w:rsidR="002D25E6" w:rsidRPr="0098373C" w14:paraId="004660B4" w14:textId="77777777" w:rsidTr="00EA5960">
              <w:tc>
                <w:tcPr>
                  <w:tcW w:w="1129" w:type="dxa"/>
                </w:tcPr>
                <w:p w14:paraId="2EB5360E" w14:textId="77777777" w:rsidR="002D25E6" w:rsidRPr="0098373C" w:rsidRDefault="002D25E6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779" w:type="dxa"/>
                </w:tcPr>
                <w:p w14:paraId="78E7836F" w14:textId="77777777" w:rsidR="002D25E6" w:rsidRPr="0098373C" w:rsidRDefault="002D25E6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80" w:type="dxa"/>
                </w:tcPr>
                <w:p w14:paraId="64AA3D0C" w14:textId="77777777" w:rsidR="002D25E6" w:rsidRPr="0098373C" w:rsidRDefault="002D25E6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80" w:type="dxa"/>
                </w:tcPr>
                <w:p w14:paraId="71F4DBC9" w14:textId="77777777" w:rsidR="002D25E6" w:rsidRPr="0098373C" w:rsidRDefault="002D25E6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80" w:type="dxa"/>
                </w:tcPr>
                <w:p w14:paraId="59A09379" w14:textId="77777777" w:rsidR="002D25E6" w:rsidRPr="0098373C" w:rsidRDefault="002D25E6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2D25E6" w:rsidRPr="0098373C" w14:paraId="49EE70A5" w14:textId="77777777" w:rsidTr="00EA5960">
              <w:tc>
                <w:tcPr>
                  <w:tcW w:w="1129" w:type="dxa"/>
                </w:tcPr>
                <w:p w14:paraId="26F88167" w14:textId="77777777" w:rsidR="002D25E6" w:rsidRPr="0098373C" w:rsidRDefault="002D25E6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98373C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79" w:type="dxa"/>
                </w:tcPr>
                <w:p w14:paraId="2689261C" w14:textId="77777777" w:rsidR="002D25E6" w:rsidRPr="0098373C" w:rsidRDefault="002D25E6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0.4</w:t>
                  </w:r>
                </w:p>
              </w:tc>
              <w:tc>
                <w:tcPr>
                  <w:tcW w:w="780" w:type="dxa"/>
                </w:tcPr>
                <w:p w14:paraId="7687D24A" w14:textId="77777777" w:rsidR="002D25E6" w:rsidRPr="0098373C" w:rsidRDefault="002D25E6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0.2</w:t>
                  </w:r>
                </w:p>
              </w:tc>
              <w:tc>
                <w:tcPr>
                  <w:tcW w:w="780" w:type="dxa"/>
                </w:tcPr>
                <w:p w14:paraId="539B6415" w14:textId="77777777" w:rsidR="002D25E6" w:rsidRPr="0098373C" w:rsidRDefault="002D25E6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98373C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780" w:type="dxa"/>
                </w:tcPr>
                <w:p w14:paraId="0B5B5592" w14:textId="77777777" w:rsidR="002D25E6" w:rsidRPr="0098373C" w:rsidRDefault="002D25E6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</w:p>
              </w:tc>
            </w:tr>
          </w:tbl>
          <w:p w14:paraId="5B644308" w14:textId="77777777" w:rsidR="002D25E6" w:rsidRPr="0098373C" w:rsidRDefault="002D25E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06C629F" w14:textId="77777777" w:rsidR="002D25E6" w:rsidRPr="0098373C" w:rsidRDefault="002D25E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98373C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9104A00" w14:textId="77777777" w:rsidR="002D25E6" w:rsidRPr="0098373C" w:rsidRDefault="002D25E6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8373C">
              <w:rPr>
                <w:rFonts w:ascii="Century Gothic" w:hAnsi="Century Gothic" w:cs="Tahoma"/>
              </w:rPr>
              <w:t xml:space="preserve">What is the perimeter of the shape? </w:t>
            </w:r>
          </w:p>
          <w:p w14:paraId="10F3AC7B" w14:textId="77777777" w:rsidR="002D25E6" w:rsidRPr="0098373C" w:rsidRDefault="002D25E6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98373C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315C3DC0" wp14:editId="3AB9AE24">
                  <wp:extent cx="1582385" cy="973776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10F0F2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728" cy="976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8373C">
              <w:rPr>
                <w:rFonts w:ascii="Century Gothic" w:eastAsiaTheme="minorEastAsia" w:hAnsi="Century Gothic" w:cs="Tahoma"/>
              </w:rPr>
              <w:t>.</w:t>
            </w:r>
          </w:p>
        </w:tc>
      </w:tr>
      <w:tr w:rsidR="002D25E6" w:rsidRPr="00C06B52" w14:paraId="56312B3A" w14:textId="77777777" w:rsidTr="00EA5960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20E6F819" w14:textId="77777777" w:rsidR="002D25E6" w:rsidRPr="00C06B52" w:rsidRDefault="002D25E6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7C8A53B" w14:textId="77777777" w:rsidR="002D25E6" w:rsidRPr="0098373C" w:rsidRDefault="002D25E6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98373C">
              <w:rPr>
                <w:rFonts w:ascii="Century Gothic" w:hAnsi="Century Gothic" w:cs="Tahoma"/>
                <w:noProof/>
              </w:rPr>
              <w:t>Which method to find the missing length?</w:t>
            </w:r>
          </w:p>
          <w:p w14:paraId="4777B395" w14:textId="77777777" w:rsidR="002D25E6" w:rsidRPr="0098373C" w:rsidRDefault="002D25E6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98373C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005A682F" wp14:editId="275B8308">
                  <wp:extent cx="1591310" cy="831215"/>
                  <wp:effectExtent l="0" t="0" r="8890" b="6985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1D54AF" w14:textId="77777777" w:rsidR="00666176" w:rsidRDefault="00666176" w:rsidP="00BA1603">
      <w:pPr>
        <w:spacing w:after="120"/>
        <w:rPr>
          <w:rFonts w:ascii="Kristen ITC" w:hAnsi="Kristen ITC"/>
          <w:b/>
        </w:rPr>
      </w:pPr>
    </w:p>
    <w:sectPr w:rsidR="00666176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826B9"/>
    <w:rsid w:val="00083325"/>
    <w:rsid w:val="000A43CA"/>
    <w:rsid w:val="000A63AF"/>
    <w:rsid w:val="000B420F"/>
    <w:rsid w:val="000F6BFE"/>
    <w:rsid w:val="001274D6"/>
    <w:rsid w:val="001279F5"/>
    <w:rsid w:val="00143BE1"/>
    <w:rsid w:val="00150843"/>
    <w:rsid w:val="001826A9"/>
    <w:rsid w:val="00187009"/>
    <w:rsid w:val="001A1D1C"/>
    <w:rsid w:val="001E511C"/>
    <w:rsid w:val="00213C21"/>
    <w:rsid w:val="00293BEA"/>
    <w:rsid w:val="00296DE9"/>
    <w:rsid w:val="002B63A6"/>
    <w:rsid w:val="002D25E6"/>
    <w:rsid w:val="002D5D86"/>
    <w:rsid w:val="00325E6D"/>
    <w:rsid w:val="00333535"/>
    <w:rsid w:val="0037571F"/>
    <w:rsid w:val="003E68F7"/>
    <w:rsid w:val="003F51D8"/>
    <w:rsid w:val="004015EA"/>
    <w:rsid w:val="00436C34"/>
    <w:rsid w:val="00461E42"/>
    <w:rsid w:val="0049275B"/>
    <w:rsid w:val="004B4B58"/>
    <w:rsid w:val="004B64DA"/>
    <w:rsid w:val="004C1FAF"/>
    <w:rsid w:val="00505FC9"/>
    <w:rsid w:val="00515D3B"/>
    <w:rsid w:val="00525119"/>
    <w:rsid w:val="005571E9"/>
    <w:rsid w:val="00575446"/>
    <w:rsid w:val="00580957"/>
    <w:rsid w:val="005C5905"/>
    <w:rsid w:val="005E1266"/>
    <w:rsid w:val="00603453"/>
    <w:rsid w:val="0064471D"/>
    <w:rsid w:val="00666176"/>
    <w:rsid w:val="00674C3D"/>
    <w:rsid w:val="006866A3"/>
    <w:rsid w:val="006C37E5"/>
    <w:rsid w:val="006E5C4D"/>
    <w:rsid w:val="006F185A"/>
    <w:rsid w:val="00705472"/>
    <w:rsid w:val="00712C99"/>
    <w:rsid w:val="00766A10"/>
    <w:rsid w:val="007B4226"/>
    <w:rsid w:val="007D5D58"/>
    <w:rsid w:val="007E2C1A"/>
    <w:rsid w:val="007F06CD"/>
    <w:rsid w:val="00831D41"/>
    <w:rsid w:val="00857220"/>
    <w:rsid w:val="00876A8E"/>
    <w:rsid w:val="00884433"/>
    <w:rsid w:val="008B0E29"/>
    <w:rsid w:val="0090117B"/>
    <w:rsid w:val="009118B1"/>
    <w:rsid w:val="0094070B"/>
    <w:rsid w:val="0095325A"/>
    <w:rsid w:val="0098373C"/>
    <w:rsid w:val="0099142F"/>
    <w:rsid w:val="00995392"/>
    <w:rsid w:val="009B31E5"/>
    <w:rsid w:val="009C2FD3"/>
    <w:rsid w:val="009C5F92"/>
    <w:rsid w:val="009D1DB3"/>
    <w:rsid w:val="009D6BD1"/>
    <w:rsid w:val="00AB54E4"/>
    <w:rsid w:val="00AD04E8"/>
    <w:rsid w:val="00AD3264"/>
    <w:rsid w:val="00AD3C1A"/>
    <w:rsid w:val="00B07CF2"/>
    <w:rsid w:val="00B72752"/>
    <w:rsid w:val="00B8569F"/>
    <w:rsid w:val="00B96458"/>
    <w:rsid w:val="00BA1603"/>
    <w:rsid w:val="00BA7CD3"/>
    <w:rsid w:val="00BB35EA"/>
    <w:rsid w:val="00BE22E8"/>
    <w:rsid w:val="00BE7AC9"/>
    <w:rsid w:val="00C06B52"/>
    <w:rsid w:val="00C079A8"/>
    <w:rsid w:val="00C11495"/>
    <w:rsid w:val="00C240D5"/>
    <w:rsid w:val="00C261E2"/>
    <w:rsid w:val="00C41860"/>
    <w:rsid w:val="00C43E1E"/>
    <w:rsid w:val="00C52126"/>
    <w:rsid w:val="00CF24C6"/>
    <w:rsid w:val="00D14B22"/>
    <w:rsid w:val="00D26238"/>
    <w:rsid w:val="00D51195"/>
    <w:rsid w:val="00D63807"/>
    <w:rsid w:val="00D657D6"/>
    <w:rsid w:val="00DB511B"/>
    <w:rsid w:val="00DC43DF"/>
    <w:rsid w:val="00DD0D75"/>
    <w:rsid w:val="00E037E5"/>
    <w:rsid w:val="00E20822"/>
    <w:rsid w:val="00E33C5E"/>
    <w:rsid w:val="00E3559C"/>
    <w:rsid w:val="00E7749A"/>
    <w:rsid w:val="00E907F4"/>
    <w:rsid w:val="00E9577D"/>
    <w:rsid w:val="00EC4CCA"/>
    <w:rsid w:val="00F11D9B"/>
    <w:rsid w:val="00F21F8D"/>
    <w:rsid w:val="00F303CE"/>
    <w:rsid w:val="00F3678B"/>
    <w:rsid w:val="00F8416B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2019-05-30T14:11:00Z</dcterms:created>
  <dcterms:modified xsi:type="dcterms:W3CDTF">2019-05-30T14:13:00Z</dcterms:modified>
</cp:coreProperties>
</file>